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83" w:rsidRDefault="00483BDF" w:rsidP="00483BDF">
      <w:r w:rsidRPr="00483BDF">
        <w:rPr>
          <w:noProof/>
          <w:lang w:val="en-GB" w:eastAsia="en-GB"/>
        </w:rPr>
        <w:drawing>
          <wp:inline distT="0" distB="0" distL="0" distR="0">
            <wp:extent cx="9070975" cy="71974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719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BDF" w:rsidRDefault="00483BDF" w:rsidP="00483BDF"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47ACB" wp14:editId="4387B914">
                <wp:simplePos x="0" y="0"/>
                <wp:positionH relativeFrom="column">
                  <wp:posOffset>3295650</wp:posOffset>
                </wp:positionH>
                <wp:positionV relativeFrom="paragraph">
                  <wp:posOffset>5009515</wp:posOffset>
                </wp:positionV>
                <wp:extent cx="914400" cy="301625"/>
                <wp:effectExtent l="0" t="0" r="20320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83BDF" w:rsidRDefault="00483BDF" w:rsidP="00483BDF">
                            <w:r>
                              <w:t xml:space="preserve">Isotope model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47AC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59.5pt;margin-top:394.45pt;width:1in;height:23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" fillcolor="window" strokeweight=".5pt">
                <v:textbox>
                  <w:txbxContent>
                    <w:p w:rsidR="00483BDF" w:rsidRDefault="00483BDF" w:rsidP="00483BDF">
                      <w:r>
                        <w:t xml:space="preserve">Isotope model </w:t>
                      </w:r>
                    </w:p>
                  </w:txbxContent>
                </v:textbox>
              </v:shape>
            </w:pict>
          </mc:Fallback>
        </mc:AlternateContent>
      </w:r>
      <w:r w:rsidRPr="00483BDF">
        <w:rPr>
          <w:noProof/>
          <w:lang w:val="en-GB" w:eastAsia="en-GB"/>
        </w:rPr>
        <w:drawing>
          <wp:inline distT="0" distB="0" distL="0" distR="0">
            <wp:extent cx="9070975" cy="71974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719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BDF" w:rsidRDefault="00483BDF" w:rsidP="00483BDF">
      <w:r>
        <w:lastRenderedPageBreak/>
        <w:t xml:space="preserve">Elemental composition </w:t>
      </w:r>
    </w:p>
    <w:p w:rsidR="00483BDF" w:rsidRDefault="00483BDF" w:rsidP="00483BDF">
      <w:r>
        <w:t>Formula              RDB          Error (ppm)</w:t>
      </w:r>
    </w:p>
    <w:p w:rsidR="00483BDF" w:rsidRDefault="00483BDF" w:rsidP="00483BDF">
      <w:r w:rsidRPr="00483BDF">
        <w:t>C19 H21 O4 S</w:t>
      </w:r>
      <w:r w:rsidRPr="00483BDF">
        <w:tab/>
        <w:t xml:space="preserve"> 9.5</w:t>
      </w:r>
      <w:r w:rsidRPr="00483BDF">
        <w:tab/>
        <w:t xml:space="preserve">   -0.009</w:t>
      </w:r>
    </w:p>
    <w:p w:rsidR="00483BDF" w:rsidRDefault="00483BDF" w:rsidP="00483BDF"/>
    <w:p w:rsidR="00483BDF" w:rsidRDefault="00483BDF" w:rsidP="00483BDF">
      <w:proofErr w:type="gramStart"/>
      <w:r>
        <w:t>m/z</w:t>
      </w:r>
      <w:proofErr w:type="gramEnd"/>
      <w:r>
        <w:tab/>
        <w:t>Intensity</w:t>
      </w:r>
      <w:r>
        <w:tab/>
        <w:t>Relative</w:t>
      </w:r>
    </w:p>
    <w:p w:rsidR="00483BDF" w:rsidRDefault="00483BDF" w:rsidP="00483BDF"/>
    <w:p w:rsidR="00483BDF" w:rsidRDefault="00483BDF" w:rsidP="00483BDF">
      <w:r>
        <w:t xml:space="preserve">  112.9845</w:t>
      </w:r>
      <w:r>
        <w:tab/>
        <w:t xml:space="preserve">  761865408.0</w:t>
      </w:r>
      <w:r>
        <w:tab/>
        <w:t xml:space="preserve">    8.75</w:t>
      </w:r>
    </w:p>
    <w:p w:rsidR="00483BDF" w:rsidRDefault="00483BDF" w:rsidP="00483BDF">
      <w:r>
        <w:t xml:space="preserve">  148.9516</w:t>
      </w:r>
      <w:r>
        <w:tab/>
        <w:t xml:space="preserve">  181188176.0</w:t>
      </w:r>
      <w:r>
        <w:tab/>
        <w:t xml:space="preserve">    2.08</w:t>
      </w:r>
    </w:p>
    <w:p w:rsidR="00483BDF" w:rsidRDefault="00483BDF" w:rsidP="00483BDF">
      <w:r>
        <w:t xml:space="preserve">  197.0273</w:t>
      </w:r>
      <w:r>
        <w:tab/>
        <w:t xml:space="preserve"> 1483330944.0</w:t>
      </w:r>
      <w:r>
        <w:tab/>
        <w:t xml:space="preserve">   17.04</w:t>
      </w:r>
    </w:p>
    <w:p w:rsidR="00483BDF" w:rsidRDefault="00483BDF" w:rsidP="00483BDF">
      <w:r>
        <w:t xml:space="preserve">  267.1390</w:t>
      </w:r>
      <w:r>
        <w:tab/>
        <w:t xml:space="preserve"> 8704276480.0</w:t>
      </w:r>
      <w:r>
        <w:tab/>
        <w:t xml:space="preserve">  100.00</w:t>
      </w:r>
    </w:p>
    <w:p w:rsidR="00483BDF" w:rsidRDefault="00483BDF" w:rsidP="00483BDF">
      <w:r>
        <w:t xml:space="preserve">  268.1425</w:t>
      </w:r>
      <w:r>
        <w:tab/>
        <w:t xml:space="preserve"> 1748345344.0</w:t>
      </w:r>
      <w:r>
        <w:tab/>
        <w:t xml:space="preserve">   20.09</w:t>
      </w:r>
    </w:p>
    <w:p w:rsidR="00483BDF" w:rsidRDefault="00483BDF" w:rsidP="00483BDF">
      <w:r>
        <w:t xml:space="preserve">  269.1454</w:t>
      </w:r>
      <w:r>
        <w:tab/>
        <w:t xml:space="preserve">  196629408.0</w:t>
      </w:r>
      <w:r>
        <w:tab/>
        <w:t xml:space="preserve">    2.26</w:t>
      </w:r>
    </w:p>
    <w:p w:rsidR="00483BDF" w:rsidRDefault="00483BDF" w:rsidP="00483BDF">
      <w:r>
        <w:t xml:space="preserve">  301.1239</w:t>
      </w:r>
      <w:r>
        <w:tab/>
        <w:t xml:space="preserve">  834931008.0</w:t>
      </w:r>
      <w:r>
        <w:tab/>
        <w:t xml:space="preserve">    9.59</w:t>
      </w:r>
    </w:p>
    <w:p w:rsidR="00483BDF" w:rsidRDefault="00483BDF" w:rsidP="00483BDF">
      <w:r>
        <w:t xml:space="preserve">  302.1273</w:t>
      </w:r>
      <w:r>
        <w:tab/>
        <w:t xml:space="preserve">  184664912.0</w:t>
      </w:r>
      <w:r>
        <w:tab/>
        <w:t xml:space="preserve">    2.12</w:t>
      </w:r>
    </w:p>
    <w:p w:rsidR="00483BDF" w:rsidRDefault="00483BDF" w:rsidP="00483BDF">
      <w:r>
        <w:t xml:space="preserve">  345.1166</w:t>
      </w:r>
      <w:r>
        <w:tab/>
        <w:t xml:space="preserve"> 6839691264.0</w:t>
      </w:r>
      <w:r>
        <w:tab/>
        <w:t xml:space="preserve">   78.58</w:t>
      </w:r>
    </w:p>
    <w:p w:rsidR="00483BDF" w:rsidRDefault="00483BDF" w:rsidP="00483BDF">
      <w:r>
        <w:t xml:space="preserve">  346.1198</w:t>
      </w:r>
      <w:r>
        <w:tab/>
        <w:t xml:space="preserve"> 1444897408.0</w:t>
      </w:r>
      <w:r>
        <w:tab/>
        <w:t xml:space="preserve">   16.60</w:t>
      </w:r>
    </w:p>
    <w:p w:rsidR="00483BDF" w:rsidRDefault="00483BDF" w:rsidP="00483BDF">
      <w:r>
        <w:t xml:space="preserve">  347.1158</w:t>
      </w:r>
      <w:r>
        <w:tab/>
        <w:t xml:space="preserve">  449058144.0</w:t>
      </w:r>
      <w:r>
        <w:tab/>
        <w:t xml:space="preserve">    5.16</w:t>
      </w:r>
    </w:p>
    <w:p w:rsidR="00483BDF" w:rsidRDefault="00483BDF" w:rsidP="00483BDF">
      <w:r>
        <w:t xml:space="preserve">  379.1024</w:t>
      </w:r>
      <w:r>
        <w:tab/>
        <w:t xml:space="preserve"> 1126377088.0</w:t>
      </w:r>
      <w:r>
        <w:tab/>
        <w:t xml:space="preserve">   12.94</w:t>
      </w:r>
    </w:p>
    <w:p w:rsidR="00483BDF" w:rsidRDefault="00483BDF" w:rsidP="00483BDF">
      <w:r>
        <w:t xml:space="preserve">  380.1057</w:t>
      </w:r>
      <w:r>
        <w:tab/>
        <w:t xml:space="preserve">  276882304.0</w:t>
      </w:r>
      <w:r>
        <w:tab/>
        <w:t xml:space="preserve">    3.18</w:t>
      </w:r>
    </w:p>
    <w:p w:rsidR="00483BDF" w:rsidRDefault="00483BDF" w:rsidP="00483BDF">
      <w:r>
        <w:lastRenderedPageBreak/>
        <w:t xml:space="preserve">  381.0947</w:t>
      </w:r>
      <w:r>
        <w:tab/>
        <w:t xml:space="preserve">  382021728.0</w:t>
      </w:r>
      <w:r>
        <w:tab/>
        <w:t xml:space="preserve">    4.39</w:t>
      </w:r>
    </w:p>
    <w:p w:rsidR="00483BDF" w:rsidRDefault="00483BDF" w:rsidP="00483BDF">
      <w:r>
        <w:t xml:space="preserve">  691.2408</w:t>
      </w:r>
      <w:r>
        <w:tab/>
        <w:t xml:space="preserve"> 4719038976.0</w:t>
      </w:r>
      <w:r>
        <w:tab/>
        <w:t xml:space="preserve">   54.22</w:t>
      </w:r>
    </w:p>
    <w:p w:rsidR="00483BDF" w:rsidRDefault="00483BDF" w:rsidP="00483BDF">
      <w:r>
        <w:t xml:space="preserve">  692.2441</w:t>
      </w:r>
      <w:r>
        <w:tab/>
        <w:t xml:space="preserve"> 2056401152.0</w:t>
      </w:r>
      <w:r>
        <w:tab/>
        <w:t xml:space="preserve">   23.63</w:t>
      </w:r>
    </w:p>
    <w:p w:rsidR="00483BDF" w:rsidRDefault="00483BDF" w:rsidP="00483BDF">
      <w:r>
        <w:t xml:space="preserve">  693.2422</w:t>
      </w:r>
      <w:r>
        <w:tab/>
        <w:t xml:space="preserve">  895950464.0</w:t>
      </w:r>
      <w:r>
        <w:tab/>
        <w:t xml:space="preserve">   10.29</w:t>
      </w:r>
    </w:p>
    <w:p w:rsidR="00483BDF" w:rsidRDefault="00483BDF" w:rsidP="00483BDF">
      <w:r>
        <w:t xml:space="preserve">  694.2420</w:t>
      </w:r>
      <w:r>
        <w:tab/>
        <w:t xml:space="preserve">  275622432.0</w:t>
      </w:r>
      <w:r>
        <w:tab/>
        <w:t xml:space="preserve">    3.17</w:t>
      </w:r>
    </w:p>
    <w:p w:rsidR="00483BDF" w:rsidRDefault="00483BDF" w:rsidP="00483BDF">
      <w:r>
        <w:t xml:space="preserve">  725.2249</w:t>
      </w:r>
      <w:r>
        <w:tab/>
        <w:t xml:space="preserve">  446233856.0</w:t>
      </w:r>
      <w:r>
        <w:tab/>
        <w:t xml:space="preserve">    5.13</w:t>
      </w:r>
    </w:p>
    <w:p w:rsidR="00483BDF" w:rsidRPr="00483BDF" w:rsidRDefault="00483BDF" w:rsidP="00483BDF">
      <w:r>
        <w:t xml:space="preserve">  726.2283</w:t>
      </w:r>
      <w:r>
        <w:tab/>
        <w:t xml:space="preserve">  212295184.0</w:t>
      </w:r>
      <w:r>
        <w:tab/>
        <w:t xml:space="preserve">    2.44</w:t>
      </w:r>
      <w:bookmarkStart w:id="0" w:name="_GoBack"/>
      <w:bookmarkEnd w:id="0"/>
    </w:p>
    <w:sectPr w:rsidR="00483BDF" w:rsidRPr="00483BD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83BDF"/>
    <w:rsid w:val="004C2A0A"/>
    <w:rsid w:val="00595483"/>
    <w:rsid w:val="00A563A9"/>
    <w:rsid w:val="00B22530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BE65B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4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2022-06-29T14:16:00Z</dcterms:created>
  <dcterms:modified xsi:type="dcterms:W3CDTF">2022-06-29T14:16:00Z</dcterms:modified>
</cp:coreProperties>
</file>